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229FA" w14:textId="77777777" w:rsidR="00EF5BE5" w:rsidRPr="00835D3D" w:rsidRDefault="00EF5BE5" w:rsidP="005326FD">
      <w:pPr>
        <w:rPr>
          <w:rFonts w:ascii="Verdana" w:hAnsi="Verdana" w:cs="Microsoft Sans Serif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2576"/>
        <w:gridCol w:w="2577"/>
        <w:gridCol w:w="2577"/>
      </w:tblGrid>
      <w:tr w:rsidR="00EF5BE5" w:rsidRPr="00835D3D" w14:paraId="490D62D9" w14:textId="77777777" w:rsidTr="00B11F89">
        <w:trPr>
          <w:trHeight w:val="536"/>
        </w:trPr>
        <w:tc>
          <w:tcPr>
            <w:tcW w:w="9394" w:type="dxa"/>
            <w:gridSpan w:val="4"/>
            <w:shd w:val="clear" w:color="auto" w:fill="auto"/>
          </w:tcPr>
          <w:p w14:paraId="0A611272" w14:textId="77777777" w:rsidR="00EF5BE5" w:rsidRPr="00835D3D" w:rsidRDefault="0037139C" w:rsidP="0037139C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 w:cs="Microsoft Sans Serif"/>
                <w:b/>
              </w:rPr>
            </w:pPr>
            <w:r w:rsidRPr="00835D3D">
              <w:rPr>
                <w:rFonts w:ascii="Verdana" w:hAnsi="Verdana" w:cs="Microsoft Sans Serif"/>
                <w:b/>
              </w:rPr>
              <w:t>DATOS DEL ALUMNO</w:t>
            </w:r>
          </w:p>
        </w:tc>
      </w:tr>
      <w:tr w:rsidR="00C62240" w:rsidRPr="00835D3D" w14:paraId="52E1E86F" w14:textId="77777777" w:rsidTr="00B11F89">
        <w:tc>
          <w:tcPr>
            <w:tcW w:w="1664" w:type="dxa"/>
            <w:shd w:val="clear" w:color="auto" w:fill="auto"/>
          </w:tcPr>
          <w:p w14:paraId="21960AF5" w14:textId="77777777" w:rsidR="00C4129A" w:rsidRPr="00835D3D" w:rsidRDefault="00C4129A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 w:rsidRPr="00835D3D">
              <w:rPr>
                <w:rFonts w:ascii="Verdana" w:hAnsi="Verdana" w:cs="Arial"/>
                <w:b/>
              </w:rPr>
              <w:t>APELLIDOS</w:t>
            </w:r>
          </w:p>
        </w:tc>
        <w:tc>
          <w:tcPr>
            <w:tcW w:w="7730" w:type="dxa"/>
            <w:gridSpan w:val="3"/>
            <w:shd w:val="clear" w:color="auto" w:fill="auto"/>
          </w:tcPr>
          <w:p w14:paraId="142F109B" w14:textId="77777777" w:rsidR="00C4129A" w:rsidRPr="00835D3D" w:rsidRDefault="00C4129A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6C9CB53D" w14:textId="0BBCA39A" w:rsidR="00070173" w:rsidRPr="00835D3D" w:rsidRDefault="00070173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C62240" w:rsidRPr="00835D3D" w14:paraId="4FEB78C0" w14:textId="77777777" w:rsidTr="00B11F89">
        <w:trPr>
          <w:trHeight w:val="288"/>
        </w:trPr>
        <w:tc>
          <w:tcPr>
            <w:tcW w:w="1664" w:type="dxa"/>
            <w:shd w:val="clear" w:color="auto" w:fill="auto"/>
          </w:tcPr>
          <w:p w14:paraId="3F9ECD28" w14:textId="77777777" w:rsidR="00C4129A" w:rsidRPr="00835D3D" w:rsidRDefault="00C4129A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 w:rsidRPr="00835D3D">
              <w:rPr>
                <w:rFonts w:ascii="Verdana" w:hAnsi="Verdana" w:cs="Arial"/>
                <w:b/>
              </w:rPr>
              <w:t>NOMBRES</w:t>
            </w:r>
          </w:p>
        </w:tc>
        <w:tc>
          <w:tcPr>
            <w:tcW w:w="7730" w:type="dxa"/>
            <w:gridSpan w:val="3"/>
            <w:shd w:val="clear" w:color="auto" w:fill="auto"/>
          </w:tcPr>
          <w:p w14:paraId="4A314169" w14:textId="77777777" w:rsidR="00C4129A" w:rsidRPr="00835D3D" w:rsidRDefault="00C4129A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5EA736BA" w14:textId="5EDD1233" w:rsidR="00070173" w:rsidRPr="00835D3D" w:rsidRDefault="00070173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B11F89" w:rsidRPr="00835D3D" w14:paraId="0ED849A0" w14:textId="77777777" w:rsidTr="00B11F89">
        <w:trPr>
          <w:trHeight w:val="286"/>
        </w:trPr>
        <w:tc>
          <w:tcPr>
            <w:tcW w:w="1664" w:type="dxa"/>
            <w:shd w:val="clear" w:color="auto" w:fill="auto"/>
          </w:tcPr>
          <w:p w14:paraId="5BAC0EA0" w14:textId="77777777" w:rsidR="00B11F89" w:rsidRDefault="00B11F89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RUT</w:t>
            </w:r>
          </w:p>
          <w:p w14:paraId="17844F45" w14:textId="014E6018" w:rsidR="00B11F89" w:rsidRPr="00835D3D" w:rsidRDefault="00B11F89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</w:p>
        </w:tc>
        <w:tc>
          <w:tcPr>
            <w:tcW w:w="2576" w:type="dxa"/>
            <w:shd w:val="clear" w:color="auto" w:fill="auto"/>
          </w:tcPr>
          <w:p w14:paraId="78DF2A4F" w14:textId="2D5F6CD2" w:rsidR="00B11F89" w:rsidRPr="003E0455" w:rsidRDefault="00B11F89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</w:p>
        </w:tc>
        <w:tc>
          <w:tcPr>
            <w:tcW w:w="2577" w:type="dxa"/>
            <w:shd w:val="clear" w:color="auto" w:fill="auto"/>
          </w:tcPr>
          <w:p w14:paraId="22EB6E26" w14:textId="223D868C" w:rsidR="00B11F89" w:rsidRPr="00B11F89" w:rsidRDefault="00B11F89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  <w:bCs/>
              </w:rPr>
            </w:pPr>
            <w:r w:rsidRPr="00B11F89">
              <w:rPr>
                <w:rFonts w:ascii="Verdana" w:hAnsi="Verdana" w:cs="Arial"/>
                <w:b/>
                <w:bCs/>
              </w:rPr>
              <w:t>CELULAR</w:t>
            </w:r>
          </w:p>
        </w:tc>
        <w:tc>
          <w:tcPr>
            <w:tcW w:w="2577" w:type="dxa"/>
            <w:shd w:val="clear" w:color="auto" w:fill="auto"/>
          </w:tcPr>
          <w:p w14:paraId="754262E1" w14:textId="561C9E22" w:rsidR="00B11F89" w:rsidRPr="00835D3D" w:rsidRDefault="00B11F89" w:rsidP="00D93FE0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</w:tbl>
    <w:p w14:paraId="1A8D4A95" w14:textId="77777777" w:rsidR="00A866BF" w:rsidRPr="00835D3D" w:rsidRDefault="00A866BF" w:rsidP="005973BC">
      <w:pPr>
        <w:pStyle w:val="Encabezado"/>
        <w:tabs>
          <w:tab w:val="clear" w:pos="4419"/>
          <w:tab w:val="clear" w:pos="8838"/>
        </w:tabs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0"/>
        <w:gridCol w:w="6054"/>
      </w:tblGrid>
      <w:tr w:rsidR="00EF5BE5" w:rsidRPr="00835D3D" w14:paraId="36C9C97E" w14:textId="77777777">
        <w:tc>
          <w:tcPr>
            <w:tcW w:w="9544" w:type="dxa"/>
            <w:gridSpan w:val="2"/>
          </w:tcPr>
          <w:p w14:paraId="3972E63C" w14:textId="77777777" w:rsidR="00EF5BE5" w:rsidRPr="00835D3D" w:rsidRDefault="0037139C" w:rsidP="0061506C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 w:cs="Microsoft Sans Serif"/>
                <w:b/>
              </w:rPr>
            </w:pPr>
            <w:r w:rsidRPr="00835D3D">
              <w:rPr>
                <w:rFonts w:ascii="Verdana" w:hAnsi="Verdana" w:cs="Microsoft Sans Serif"/>
                <w:b/>
              </w:rPr>
              <w:t>DATOS DE LA EMPRESA O INSTITUCIÓN</w:t>
            </w:r>
          </w:p>
          <w:p w14:paraId="07F756CE" w14:textId="77777777" w:rsidR="00EF5BE5" w:rsidRPr="00835D3D" w:rsidRDefault="00EF5BE5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C62240" w:rsidRPr="00835D3D" w14:paraId="64C0C12C" w14:textId="77777777">
        <w:tc>
          <w:tcPr>
            <w:tcW w:w="3369" w:type="dxa"/>
            <w:shd w:val="clear" w:color="auto" w:fill="D9D9D9"/>
          </w:tcPr>
          <w:p w14:paraId="7643CA80" w14:textId="77777777" w:rsidR="003C28AE" w:rsidRPr="00835D3D" w:rsidRDefault="000C5E71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  <w:color w:val="000000"/>
              </w:rPr>
            </w:pPr>
            <w:r w:rsidRPr="00835D3D">
              <w:rPr>
                <w:rFonts w:ascii="Verdana" w:hAnsi="Verdana" w:cs="Arial"/>
                <w:b/>
                <w:color w:val="000000"/>
              </w:rPr>
              <w:t>NOMBRE DE LA EMPRESA</w:t>
            </w:r>
          </w:p>
        </w:tc>
        <w:tc>
          <w:tcPr>
            <w:tcW w:w="6175" w:type="dxa"/>
          </w:tcPr>
          <w:p w14:paraId="21BC87A3" w14:textId="77777777" w:rsidR="003C28AE" w:rsidRPr="00835D3D" w:rsidRDefault="003C28AE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58AC4ADC" w14:textId="00F9493E" w:rsidR="00070173" w:rsidRPr="00835D3D" w:rsidRDefault="0007017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C62240" w:rsidRPr="00835D3D" w14:paraId="2E511CF3" w14:textId="77777777">
        <w:tc>
          <w:tcPr>
            <w:tcW w:w="3369" w:type="dxa"/>
            <w:shd w:val="clear" w:color="auto" w:fill="D9D9D9"/>
          </w:tcPr>
          <w:p w14:paraId="51BF9A5D" w14:textId="77777777" w:rsidR="003C28AE" w:rsidRPr="00835D3D" w:rsidRDefault="003C28AE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  <w:color w:val="000000"/>
              </w:rPr>
            </w:pPr>
            <w:r w:rsidRPr="00835D3D">
              <w:rPr>
                <w:rFonts w:ascii="Verdana" w:hAnsi="Verdana" w:cs="Arial"/>
                <w:b/>
                <w:color w:val="000000"/>
              </w:rPr>
              <w:t>DIRECCIÓN</w:t>
            </w:r>
          </w:p>
        </w:tc>
        <w:tc>
          <w:tcPr>
            <w:tcW w:w="6175" w:type="dxa"/>
          </w:tcPr>
          <w:p w14:paraId="7DA7CE49" w14:textId="77777777" w:rsidR="00070173" w:rsidRDefault="00070173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76762AB3" w14:textId="77777777" w:rsidR="000C25A6" w:rsidRPr="00835D3D" w:rsidRDefault="000C25A6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C62240" w:rsidRPr="00835D3D" w14:paraId="0E466819" w14:textId="77777777">
        <w:tc>
          <w:tcPr>
            <w:tcW w:w="3369" w:type="dxa"/>
            <w:shd w:val="clear" w:color="auto" w:fill="D9D9D9"/>
          </w:tcPr>
          <w:p w14:paraId="78D05CEE" w14:textId="77777777" w:rsidR="003C28AE" w:rsidRPr="00835D3D" w:rsidRDefault="00782C69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  <w:color w:val="000000"/>
              </w:rPr>
            </w:pPr>
            <w:r w:rsidRPr="00835D3D">
              <w:rPr>
                <w:rFonts w:ascii="Verdana" w:hAnsi="Verdana" w:cs="Arial"/>
                <w:b/>
                <w:color w:val="000000"/>
              </w:rPr>
              <w:t xml:space="preserve">NOMBRE </w:t>
            </w:r>
            <w:r w:rsidR="003C28AE" w:rsidRPr="00835D3D">
              <w:rPr>
                <w:rFonts w:ascii="Verdana" w:hAnsi="Verdana" w:cs="Arial"/>
                <w:b/>
                <w:color w:val="000000"/>
              </w:rPr>
              <w:t>DESTINATARIO</w:t>
            </w:r>
          </w:p>
        </w:tc>
        <w:tc>
          <w:tcPr>
            <w:tcW w:w="6175" w:type="dxa"/>
          </w:tcPr>
          <w:p w14:paraId="40796020" w14:textId="77777777" w:rsidR="00070173" w:rsidRDefault="00070173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0A3AD692" w14:textId="77777777" w:rsidR="000C25A6" w:rsidRPr="00835D3D" w:rsidRDefault="000C25A6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C62240" w:rsidRPr="00835D3D" w14:paraId="7A6312BB" w14:textId="77777777">
        <w:tc>
          <w:tcPr>
            <w:tcW w:w="3369" w:type="dxa"/>
            <w:shd w:val="clear" w:color="auto" w:fill="D9D9D9"/>
          </w:tcPr>
          <w:p w14:paraId="3E143E61" w14:textId="2AC0FF60" w:rsidR="003C28AE" w:rsidRPr="00835D3D" w:rsidRDefault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E-</w:t>
            </w:r>
            <w:r w:rsidR="000C5E71" w:rsidRPr="00835D3D">
              <w:rPr>
                <w:rFonts w:ascii="Verdana" w:hAnsi="Verdana" w:cs="Arial"/>
                <w:b/>
                <w:color w:val="000000"/>
              </w:rPr>
              <w:t xml:space="preserve">MAIL DESTINATARIO </w:t>
            </w:r>
          </w:p>
        </w:tc>
        <w:tc>
          <w:tcPr>
            <w:tcW w:w="6175" w:type="dxa"/>
          </w:tcPr>
          <w:p w14:paraId="0AC5C71C" w14:textId="77777777" w:rsidR="00070173" w:rsidRDefault="00070173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76AA3292" w14:textId="77777777" w:rsidR="000C25A6" w:rsidRPr="00835D3D" w:rsidRDefault="000C25A6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C62240" w:rsidRPr="00835D3D" w14:paraId="43DD494F" w14:textId="77777777">
        <w:tc>
          <w:tcPr>
            <w:tcW w:w="3369" w:type="dxa"/>
            <w:shd w:val="clear" w:color="auto" w:fill="D9D9D9"/>
          </w:tcPr>
          <w:p w14:paraId="45D28E56" w14:textId="77777777" w:rsidR="001933B1" w:rsidRPr="00835D3D" w:rsidRDefault="000C5E71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  <w:color w:val="000000"/>
              </w:rPr>
            </w:pPr>
            <w:r w:rsidRPr="00835D3D">
              <w:rPr>
                <w:rFonts w:ascii="Verdana" w:hAnsi="Verdana" w:cs="Arial"/>
                <w:b/>
                <w:color w:val="000000"/>
              </w:rPr>
              <w:t xml:space="preserve">CARGO QUE OCUPA </w:t>
            </w:r>
          </w:p>
        </w:tc>
        <w:tc>
          <w:tcPr>
            <w:tcW w:w="6175" w:type="dxa"/>
          </w:tcPr>
          <w:p w14:paraId="626759E6" w14:textId="77777777" w:rsidR="00070173" w:rsidRDefault="00070173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7F1781D8" w14:textId="77777777" w:rsidR="000C25A6" w:rsidRPr="00835D3D" w:rsidRDefault="000C25A6" w:rsidP="000C25A6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</w:tbl>
    <w:p w14:paraId="1B522FB2" w14:textId="77777777" w:rsidR="00A866BF" w:rsidRPr="00835D3D" w:rsidRDefault="00A866BF">
      <w:pPr>
        <w:pStyle w:val="Encabezado"/>
        <w:tabs>
          <w:tab w:val="clear" w:pos="4419"/>
          <w:tab w:val="clear" w:pos="8838"/>
        </w:tabs>
        <w:rPr>
          <w:rFonts w:ascii="Verdana" w:hAnsi="Verdana" w:cs="Arial"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6061"/>
      </w:tblGrid>
      <w:tr w:rsidR="0037139C" w:rsidRPr="00835D3D" w14:paraId="633AEB94" w14:textId="77777777" w:rsidTr="000C5E71">
        <w:tc>
          <w:tcPr>
            <w:tcW w:w="3369" w:type="dxa"/>
            <w:shd w:val="clear" w:color="auto" w:fill="D9D9D9"/>
          </w:tcPr>
          <w:p w14:paraId="3AFC8AE5" w14:textId="47F853C7" w:rsidR="0037139C" w:rsidRPr="00835D3D" w:rsidRDefault="00975D42" w:rsidP="00975D42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 w:rsidRPr="00835D3D">
              <w:rPr>
                <w:rFonts w:ascii="Verdana" w:hAnsi="Verdana" w:cs="Arial"/>
                <w:b/>
              </w:rPr>
              <w:t xml:space="preserve">FECHA INICIO </w:t>
            </w:r>
            <w:r w:rsidR="0037139C" w:rsidRPr="00835D3D">
              <w:rPr>
                <w:rFonts w:ascii="Verdana" w:hAnsi="Verdana" w:cs="Arial"/>
                <w:b/>
              </w:rPr>
              <w:t>PR</w:t>
            </w:r>
            <w:r w:rsidR="000C25A6">
              <w:rPr>
                <w:rFonts w:ascii="Verdana" w:hAnsi="Verdana" w:cs="Arial"/>
                <w:b/>
              </w:rPr>
              <w:t>Á</w:t>
            </w:r>
            <w:r w:rsidR="0037139C" w:rsidRPr="00835D3D">
              <w:rPr>
                <w:rFonts w:ascii="Verdana" w:hAnsi="Verdana" w:cs="Arial"/>
                <w:b/>
              </w:rPr>
              <w:t xml:space="preserve">CTICA </w:t>
            </w:r>
          </w:p>
          <w:p w14:paraId="056934C2" w14:textId="77777777" w:rsidR="00975D42" w:rsidRPr="00835D3D" w:rsidRDefault="00975D42" w:rsidP="00975D42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</w:p>
        </w:tc>
        <w:tc>
          <w:tcPr>
            <w:tcW w:w="6175" w:type="dxa"/>
          </w:tcPr>
          <w:p w14:paraId="3019A77B" w14:textId="31F0C770" w:rsidR="0037139C" w:rsidRPr="00835D3D" w:rsidRDefault="0037139C" w:rsidP="0037139C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 w:cs="Arial"/>
                <w:b/>
              </w:rPr>
            </w:pPr>
          </w:p>
        </w:tc>
      </w:tr>
      <w:tr w:rsidR="000C5E71" w:rsidRPr="00835D3D" w14:paraId="6096DBFB" w14:textId="77777777" w:rsidTr="000C5E71">
        <w:tc>
          <w:tcPr>
            <w:tcW w:w="3369" w:type="dxa"/>
            <w:shd w:val="clear" w:color="auto" w:fill="D9D9D9"/>
          </w:tcPr>
          <w:p w14:paraId="666C7B0F" w14:textId="35980AE1" w:rsidR="0037139C" w:rsidRPr="00835D3D" w:rsidRDefault="00975D42" w:rsidP="00975D42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 w:rsidRPr="00835D3D">
              <w:rPr>
                <w:rFonts w:ascii="Verdana" w:hAnsi="Verdana" w:cs="Arial"/>
                <w:b/>
              </w:rPr>
              <w:t xml:space="preserve">FECHA TERMINO </w:t>
            </w:r>
            <w:r w:rsidR="00070173" w:rsidRPr="00835D3D">
              <w:rPr>
                <w:rFonts w:ascii="Verdana" w:hAnsi="Verdana" w:cs="Arial"/>
                <w:b/>
              </w:rPr>
              <w:t>PR</w:t>
            </w:r>
            <w:r w:rsidR="000C25A6">
              <w:rPr>
                <w:rFonts w:ascii="Verdana" w:hAnsi="Verdana" w:cs="Arial"/>
                <w:b/>
              </w:rPr>
              <w:t>Á</w:t>
            </w:r>
            <w:r w:rsidR="00070173" w:rsidRPr="00835D3D">
              <w:rPr>
                <w:rFonts w:ascii="Verdana" w:hAnsi="Verdana" w:cs="Arial"/>
                <w:b/>
              </w:rPr>
              <w:t xml:space="preserve">CTICA </w:t>
            </w:r>
            <w:r w:rsidR="000C5E71" w:rsidRPr="00835D3D">
              <w:rPr>
                <w:rFonts w:ascii="Verdana" w:hAnsi="Verdana" w:cs="Arial"/>
                <w:b/>
              </w:rPr>
              <w:t xml:space="preserve"> </w:t>
            </w:r>
          </w:p>
          <w:p w14:paraId="6AB9D6AC" w14:textId="77777777" w:rsidR="00975D42" w:rsidRPr="00835D3D" w:rsidRDefault="00975D42" w:rsidP="00975D42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</w:p>
        </w:tc>
        <w:tc>
          <w:tcPr>
            <w:tcW w:w="6175" w:type="dxa"/>
          </w:tcPr>
          <w:p w14:paraId="766D77B9" w14:textId="7D1FE954" w:rsidR="000C5E71" w:rsidRPr="00835D3D" w:rsidRDefault="000C5E71" w:rsidP="0037139C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 w:cs="Arial"/>
                <w:b/>
              </w:rPr>
            </w:pPr>
          </w:p>
        </w:tc>
      </w:tr>
      <w:tr w:rsidR="000C5E71" w:rsidRPr="00835D3D" w14:paraId="415EFA15" w14:textId="77777777" w:rsidTr="000C5E71">
        <w:tc>
          <w:tcPr>
            <w:tcW w:w="3369" w:type="dxa"/>
            <w:shd w:val="clear" w:color="auto" w:fill="D9D9D9"/>
          </w:tcPr>
          <w:p w14:paraId="16821C0E" w14:textId="77777777" w:rsidR="000C5E71" w:rsidRPr="00835D3D" w:rsidRDefault="000C5E71" w:rsidP="000C5E71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 w:rsidRPr="00835D3D">
              <w:rPr>
                <w:rFonts w:ascii="Verdana" w:hAnsi="Verdana" w:cs="Arial"/>
                <w:b/>
              </w:rPr>
              <w:t>FECHA SOLICITUD</w:t>
            </w:r>
          </w:p>
        </w:tc>
        <w:tc>
          <w:tcPr>
            <w:tcW w:w="6175" w:type="dxa"/>
          </w:tcPr>
          <w:p w14:paraId="1E4F4A1C" w14:textId="77777777" w:rsidR="00975D42" w:rsidRDefault="00975D42" w:rsidP="000C25A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 w:cs="Arial"/>
              </w:rPr>
            </w:pPr>
          </w:p>
          <w:p w14:paraId="64022554" w14:textId="77777777" w:rsidR="000C25A6" w:rsidRPr="00835D3D" w:rsidRDefault="000C25A6" w:rsidP="000C25A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 w:cs="Arial"/>
              </w:rPr>
            </w:pPr>
          </w:p>
        </w:tc>
      </w:tr>
    </w:tbl>
    <w:p w14:paraId="73ACC70D" w14:textId="7A7A0045" w:rsidR="003E0455" w:rsidRDefault="003E0455" w:rsidP="0061506C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 w:cs="Microsoft Sans Serif"/>
          <w:b/>
          <w:sz w:val="24"/>
          <w:szCs w:val="24"/>
        </w:rPr>
      </w:pPr>
      <w:r>
        <w:rPr>
          <w:rFonts w:ascii="Verdana" w:hAnsi="Verdana" w:cs="Microsoft Sans Serif"/>
          <w:b/>
          <w:sz w:val="24"/>
          <w:szCs w:val="24"/>
        </w:rPr>
        <w:t>AUTORIZACI</w:t>
      </w:r>
      <w:r w:rsidR="000C25A6">
        <w:rPr>
          <w:rFonts w:ascii="Verdana" w:hAnsi="Verdana" w:cs="Microsoft Sans Serif"/>
          <w:b/>
          <w:sz w:val="24"/>
          <w:szCs w:val="24"/>
        </w:rPr>
        <w:t>Ó</w:t>
      </w:r>
      <w:r>
        <w:rPr>
          <w:rFonts w:ascii="Verdana" w:hAnsi="Verdana" w:cs="Microsoft Sans Serif"/>
          <w:b/>
          <w:sz w:val="24"/>
          <w:szCs w:val="24"/>
        </w:rPr>
        <w:t xml:space="preserve">N JEFE CARRERA </w:t>
      </w: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4"/>
        <w:gridCol w:w="6050"/>
      </w:tblGrid>
      <w:tr w:rsidR="003E0455" w:rsidRPr="00835D3D" w14:paraId="2D3D6340" w14:textId="77777777" w:rsidTr="00F01A24">
        <w:trPr>
          <w:trHeight w:val="699"/>
        </w:trPr>
        <w:tc>
          <w:tcPr>
            <w:tcW w:w="3369" w:type="dxa"/>
            <w:shd w:val="clear" w:color="auto" w:fill="D9D9D9"/>
          </w:tcPr>
          <w:p w14:paraId="465D2C3E" w14:textId="77777777" w:rsidR="003E0455" w:rsidRPr="00835D3D" w:rsidRDefault="003E0455" w:rsidP="00F01A24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</w:p>
          <w:p w14:paraId="7F771D5D" w14:textId="77777777" w:rsidR="003E0455" w:rsidRPr="00835D3D" w:rsidRDefault="003E0455" w:rsidP="00F01A24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FIRMA </w:t>
            </w:r>
          </w:p>
          <w:p w14:paraId="17AE66A2" w14:textId="77777777" w:rsidR="003E0455" w:rsidRPr="00835D3D" w:rsidRDefault="003E0455" w:rsidP="00F01A24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</w:p>
        </w:tc>
        <w:tc>
          <w:tcPr>
            <w:tcW w:w="6175" w:type="dxa"/>
          </w:tcPr>
          <w:p w14:paraId="642652A5" w14:textId="62DAD6A2" w:rsidR="003E0455" w:rsidRPr="00835D3D" w:rsidRDefault="003E0455" w:rsidP="00F01A24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3E0455" w:rsidRPr="00835D3D" w14:paraId="7B269B33" w14:textId="77777777" w:rsidTr="00F01A24">
        <w:tc>
          <w:tcPr>
            <w:tcW w:w="3369" w:type="dxa"/>
            <w:shd w:val="clear" w:color="auto" w:fill="D9D9D9"/>
          </w:tcPr>
          <w:p w14:paraId="271569E4" w14:textId="77777777" w:rsidR="003E0455" w:rsidRPr="00835D3D" w:rsidRDefault="003E0455" w:rsidP="00F01A24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OBSERVACIONES </w:t>
            </w:r>
          </w:p>
        </w:tc>
        <w:tc>
          <w:tcPr>
            <w:tcW w:w="6175" w:type="dxa"/>
          </w:tcPr>
          <w:p w14:paraId="0106C0FF" w14:textId="77777777" w:rsidR="003E0455" w:rsidRPr="00835D3D" w:rsidRDefault="003E0455" w:rsidP="00F01A24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</w:tbl>
    <w:p w14:paraId="131CE5F2" w14:textId="77777777" w:rsidR="00A866BF" w:rsidRPr="000C25A6" w:rsidRDefault="0061506C" w:rsidP="0061506C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 w:cs="Arial"/>
        </w:rPr>
      </w:pPr>
      <w:r w:rsidRPr="000C25A6">
        <w:rPr>
          <w:rFonts w:ascii="Verdana" w:hAnsi="Verdana" w:cs="Microsoft Sans Serif"/>
          <w:b/>
        </w:rPr>
        <w:t>DATOS DE DOCENCIA</w:t>
      </w:r>
    </w:p>
    <w:tbl>
      <w:tblPr>
        <w:tblpPr w:leftFromText="141" w:rightFromText="141" w:vertAnchor="text" w:horzAnchor="margin" w:tblpY="12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804"/>
      </w:tblGrid>
      <w:tr w:rsidR="005A6C9A" w:rsidRPr="00835D3D" w14:paraId="40A4FEDB" w14:textId="77777777" w:rsidTr="00C62240">
        <w:trPr>
          <w:trHeight w:val="688"/>
        </w:trPr>
        <w:tc>
          <w:tcPr>
            <w:tcW w:w="2547" w:type="dxa"/>
            <w:shd w:val="clear" w:color="auto" w:fill="D9D9D9"/>
          </w:tcPr>
          <w:p w14:paraId="002B47AE" w14:textId="77777777" w:rsidR="000C25A6" w:rsidRDefault="000C25A6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</w:p>
          <w:p w14:paraId="61118DFF" w14:textId="02688E64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 w:rsidRPr="00835D3D">
              <w:rPr>
                <w:rFonts w:ascii="Verdana" w:hAnsi="Verdana" w:cs="Arial"/>
                <w:b/>
              </w:rPr>
              <w:t xml:space="preserve">ENVIO DE CARTA </w:t>
            </w:r>
          </w:p>
        </w:tc>
        <w:tc>
          <w:tcPr>
            <w:tcW w:w="6804" w:type="dxa"/>
          </w:tcPr>
          <w:p w14:paraId="79814AF9" w14:textId="77777777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70261C67" w14:textId="77777777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011C95A1" w14:textId="77777777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  <w:tr w:rsidR="005A6C9A" w:rsidRPr="00835D3D" w14:paraId="76A590B5" w14:textId="77777777" w:rsidTr="00C62240">
        <w:trPr>
          <w:trHeight w:val="1276"/>
        </w:trPr>
        <w:tc>
          <w:tcPr>
            <w:tcW w:w="2547" w:type="dxa"/>
            <w:shd w:val="clear" w:color="auto" w:fill="D9D9D9"/>
          </w:tcPr>
          <w:p w14:paraId="5AF40354" w14:textId="77777777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b/>
              </w:rPr>
            </w:pPr>
            <w:r w:rsidRPr="00835D3D">
              <w:rPr>
                <w:rFonts w:ascii="Verdana" w:hAnsi="Verdana" w:cs="Arial"/>
                <w:b/>
              </w:rPr>
              <w:t xml:space="preserve">SOLICITUD DE SEGURO </w:t>
            </w:r>
          </w:p>
        </w:tc>
        <w:tc>
          <w:tcPr>
            <w:tcW w:w="6804" w:type="dxa"/>
          </w:tcPr>
          <w:p w14:paraId="5E309058" w14:textId="77777777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081E7037" w14:textId="77777777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  <w:p w14:paraId="12C3A535" w14:textId="77777777" w:rsidR="005A6C9A" w:rsidRPr="00835D3D" w:rsidRDefault="005A6C9A" w:rsidP="00187BE3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</w:rPr>
            </w:pPr>
          </w:p>
        </w:tc>
      </w:tr>
    </w:tbl>
    <w:p w14:paraId="48AD6145" w14:textId="77777777" w:rsidR="00A866BF" w:rsidRPr="00567501" w:rsidRDefault="00A866BF">
      <w:pPr>
        <w:pStyle w:val="Encabezado"/>
        <w:tabs>
          <w:tab w:val="clear" w:pos="4419"/>
          <w:tab w:val="clear" w:pos="8838"/>
        </w:tabs>
        <w:rPr>
          <w:rFonts w:ascii="Verdana" w:hAnsi="Verdana" w:cs="Arial"/>
          <w:sz w:val="24"/>
          <w:szCs w:val="24"/>
        </w:rPr>
      </w:pPr>
    </w:p>
    <w:tbl>
      <w:tblPr>
        <w:tblpPr w:leftFromText="141" w:rightFromText="141" w:vertAnchor="text" w:horzAnchor="margin" w:tblpY="106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62240" w:rsidRPr="000C25A6" w14:paraId="7BB3067F" w14:textId="77777777" w:rsidTr="00C62240">
        <w:trPr>
          <w:trHeight w:val="646"/>
        </w:trPr>
        <w:tc>
          <w:tcPr>
            <w:tcW w:w="9360" w:type="dxa"/>
            <w:shd w:val="clear" w:color="auto" w:fill="auto"/>
          </w:tcPr>
          <w:p w14:paraId="0815171A" w14:textId="77777777" w:rsidR="00C62240" w:rsidRPr="00835D3D" w:rsidRDefault="00C62240" w:rsidP="002F453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C23FD24" w14:textId="71F141C3" w:rsidR="00C62240" w:rsidRPr="000C25A6" w:rsidRDefault="00C62240" w:rsidP="002F4531">
            <w:pPr>
              <w:pStyle w:val="Encabezado"/>
              <w:tabs>
                <w:tab w:val="clear" w:pos="4419"/>
                <w:tab w:val="clear" w:pos="8838"/>
              </w:tabs>
              <w:ind w:left="1418" w:hanging="141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35D3D">
              <w:rPr>
                <w:rFonts w:ascii="Verdana" w:hAnsi="Verdana"/>
                <w:b/>
                <w:sz w:val="18"/>
                <w:szCs w:val="18"/>
              </w:rPr>
              <w:t>NOTA: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835D3D">
              <w:rPr>
                <w:rFonts w:ascii="Verdana" w:hAnsi="Verdana"/>
                <w:b/>
                <w:sz w:val="18"/>
                <w:szCs w:val="18"/>
              </w:rPr>
              <w:t>EL ALUMNO DEBE ENTREGAR PERSONALMENTE LA SOLICITUD 15 D</w:t>
            </w:r>
            <w:r>
              <w:rPr>
                <w:rFonts w:ascii="Verdana" w:hAnsi="Verdana"/>
                <w:b/>
                <w:sz w:val="18"/>
                <w:szCs w:val="18"/>
              </w:rPr>
              <w:t>Í</w:t>
            </w:r>
            <w:r w:rsidRPr="00835D3D">
              <w:rPr>
                <w:rFonts w:ascii="Verdana" w:hAnsi="Verdana"/>
                <w:b/>
                <w:sz w:val="18"/>
                <w:szCs w:val="18"/>
              </w:rPr>
              <w:t>AS ANT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ES </w:t>
            </w:r>
            <w:r w:rsidR="002F4531">
              <w:rPr>
                <w:rFonts w:ascii="Verdana" w:hAnsi="Verdana"/>
                <w:b/>
                <w:sz w:val="18"/>
                <w:szCs w:val="18"/>
              </w:rPr>
              <w:t>DE IN</w:t>
            </w:r>
            <w:r>
              <w:rPr>
                <w:rFonts w:ascii="Verdana" w:hAnsi="Verdana"/>
                <w:b/>
                <w:sz w:val="18"/>
                <w:szCs w:val="18"/>
              </w:rPr>
              <w:t>ICIAR</w:t>
            </w:r>
            <w:r w:rsidRPr="00835D3D">
              <w:rPr>
                <w:rFonts w:ascii="Verdana" w:hAnsi="Verdana"/>
                <w:b/>
                <w:sz w:val="18"/>
                <w:szCs w:val="18"/>
              </w:rPr>
              <w:t xml:space="preserve"> LA PR</w:t>
            </w:r>
            <w:r>
              <w:rPr>
                <w:rFonts w:ascii="Verdana" w:hAnsi="Verdana"/>
                <w:b/>
                <w:sz w:val="18"/>
                <w:szCs w:val="18"/>
              </w:rPr>
              <w:t>Á</w:t>
            </w:r>
            <w:r w:rsidRPr="00835D3D">
              <w:rPr>
                <w:rFonts w:ascii="Verdana" w:hAnsi="Verdana"/>
                <w:b/>
                <w:sz w:val="18"/>
                <w:szCs w:val="18"/>
              </w:rPr>
              <w:t>CTICA</w:t>
            </w:r>
          </w:p>
        </w:tc>
      </w:tr>
    </w:tbl>
    <w:p w14:paraId="3E797519" w14:textId="77777777" w:rsidR="00C66583" w:rsidRDefault="00C66583">
      <w:pPr>
        <w:pStyle w:val="Encabezado"/>
        <w:tabs>
          <w:tab w:val="clear" w:pos="4419"/>
          <w:tab w:val="clear" w:pos="8838"/>
        </w:tabs>
      </w:pPr>
    </w:p>
    <w:sectPr w:rsidR="00C66583" w:rsidSect="00835D3D">
      <w:headerReference w:type="default" r:id="rId7"/>
      <w:pgSz w:w="12240" w:h="15840" w:code="1"/>
      <w:pgMar w:top="851" w:right="1418" w:bottom="851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65782" w14:textId="77777777" w:rsidR="00C44708" w:rsidRDefault="00C44708">
      <w:r>
        <w:separator/>
      </w:r>
    </w:p>
  </w:endnote>
  <w:endnote w:type="continuationSeparator" w:id="0">
    <w:p w14:paraId="21EABA65" w14:textId="77777777" w:rsidR="00C44708" w:rsidRDefault="00C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Calligr BT">
    <w:altName w:val="Book Antiqu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6C093" w14:textId="77777777" w:rsidR="00C44708" w:rsidRDefault="00C44708">
      <w:r>
        <w:separator/>
      </w:r>
    </w:p>
  </w:footnote>
  <w:footnote w:type="continuationSeparator" w:id="0">
    <w:p w14:paraId="57B82B5B" w14:textId="77777777" w:rsidR="00C44708" w:rsidRDefault="00C44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F796" w14:textId="77777777" w:rsidR="00835D3D" w:rsidRPr="00835D3D" w:rsidRDefault="00835D3D" w:rsidP="00835D3D">
    <w:pPr>
      <w:rPr>
        <w:rFonts w:ascii="Verdana" w:hAnsi="Verdana" w:cs="Microsoft Sans Serif"/>
        <w:b/>
      </w:rPr>
    </w:pPr>
    <w:r w:rsidRPr="00835D3D">
      <w:rPr>
        <w:rFonts w:ascii="Verdana" w:hAnsi="Verdana" w:cs="Microsoft Sans Serif"/>
        <w:b/>
      </w:rPr>
      <w:t xml:space="preserve">FORMULARIO SOLICITUD </w:t>
    </w:r>
  </w:p>
  <w:p w14:paraId="21B7EC58" w14:textId="32FA91C3" w:rsidR="00835D3D" w:rsidRPr="00835D3D" w:rsidRDefault="00835D3D" w:rsidP="00835D3D">
    <w:pPr>
      <w:rPr>
        <w:rFonts w:ascii="Verdana" w:hAnsi="Verdana" w:cs="Microsoft Sans Serif"/>
        <w:b/>
      </w:rPr>
    </w:pPr>
    <w:r w:rsidRPr="00835D3D">
      <w:rPr>
        <w:rFonts w:ascii="Verdana" w:hAnsi="Verdana" w:cs="Microsoft Sans Serif"/>
        <w:b/>
      </w:rPr>
      <w:t>PR</w:t>
    </w:r>
    <w:r w:rsidR="000C25A6">
      <w:rPr>
        <w:rFonts w:ascii="Verdana" w:hAnsi="Verdana" w:cs="Microsoft Sans Serif"/>
        <w:b/>
      </w:rPr>
      <w:t>Á</w:t>
    </w:r>
    <w:r w:rsidRPr="00835D3D">
      <w:rPr>
        <w:rFonts w:ascii="Verdana" w:hAnsi="Verdana" w:cs="Microsoft Sans Serif"/>
        <w:b/>
      </w:rPr>
      <w:t>CTICA PROFESIONAL</w:t>
    </w:r>
  </w:p>
  <w:p w14:paraId="27F29DF3" w14:textId="3EFA894C" w:rsidR="00835D3D" w:rsidRPr="00835D3D" w:rsidRDefault="000C25A6" w:rsidP="00835D3D">
    <w:pPr>
      <w:rPr>
        <w:rFonts w:ascii="Verdana" w:hAnsi="Verdana" w:cs="Microsoft Sans Serif"/>
        <w:b/>
      </w:rPr>
    </w:pPr>
    <w:r>
      <w:rPr>
        <w:rFonts w:ascii="Verdana" w:hAnsi="Verdana" w:cs="Microsoft Sans Serif"/>
        <w:b/>
      </w:rPr>
      <w:t xml:space="preserve">CARRERA </w:t>
    </w:r>
    <w:r w:rsidR="00835D3D" w:rsidRPr="00835D3D">
      <w:rPr>
        <w:rFonts w:ascii="Verdana" w:hAnsi="Verdana" w:cs="Microsoft Sans Serif"/>
        <w:b/>
      </w:rPr>
      <w:t>BIOQUÍMICA</w:t>
    </w:r>
  </w:p>
  <w:p w14:paraId="21A22CAD" w14:textId="77777777" w:rsidR="00EF5BE5" w:rsidRDefault="00EF5B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62B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245341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97585486">
    <w:abstractNumId w:val="0"/>
  </w:num>
  <w:num w:numId="2" w16cid:durableId="741293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50"/>
    <w:rsid w:val="00070173"/>
    <w:rsid w:val="000C25A6"/>
    <w:rsid w:val="000C5E71"/>
    <w:rsid w:val="00187BE3"/>
    <w:rsid w:val="001933B1"/>
    <w:rsid w:val="001D4311"/>
    <w:rsid w:val="002332CF"/>
    <w:rsid w:val="002556CF"/>
    <w:rsid w:val="00285A38"/>
    <w:rsid w:val="002B54D7"/>
    <w:rsid w:val="002C3563"/>
    <w:rsid w:val="002F4531"/>
    <w:rsid w:val="0034047F"/>
    <w:rsid w:val="0037139C"/>
    <w:rsid w:val="003763DA"/>
    <w:rsid w:val="003B66C9"/>
    <w:rsid w:val="003C28AE"/>
    <w:rsid w:val="003E0455"/>
    <w:rsid w:val="005056F1"/>
    <w:rsid w:val="00513BDA"/>
    <w:rsid w:val="005326FD"/>
    <w:rsid w:val="005360E0"/>
    <w:rsid w:val="00567501"/>
    <w:rsid w:val="005906A3"/>
    <w:rsid w:val="005973BC"/>
    <w:rsid w:val="005A6C9A"/>
    <w:rsid w:val="005B4680"/>
    <w:rsid w:val="005C7066"/>
    <w:rsid w:val="005E3C50"/>
    <w:rsid w:val="0061506C"/>
    <w:rsid w:val="006B13BA"/>
    <w:rsid w:val="00782C69"/>
    <w:rsid w:val="00835D3D"/>
    <w:rsid w:val="008911DA"/>
    <w:rsid w:val="00975D42"/>
    <w:rsid w:val="00987F7B"/>
    <w:rsid w:val="00A866BF"/>
    <w:rsid w:val="00B11F89"/>
    <w:rsid w:val="00B41761"/>
    <w:rsid w:val="00B777BF"/>
    <w:rsid w:val="00BC33EE"/>
    <w:rsid w:val="00C4129A"/>
    <w:rsid w:val="00C44708"/>
    <w:rsid w:val="00C62240"/>
    <w:rsid w:val="00C66583"/>
    <w:rsid w:val="00CD6A5A"/>
    <w:rsid w:val="00D60266"/>
    <w:rsid w:val="00D93FE0"/>
    <w:rsid w:val="00DA47C4"/>
    <w:rsid w:val="00E10F2D"/>
    <w:rsid w:val="00E66944"/>
    <w:rsid w:val="00EF5977"/>
    <w:rsid w:val="00EF5BE5"/>
    <w:rsid w:val="00F0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00F6B"/>
  <w15:chartTrackingRefBased/>
  <w15:docId w15:val="{1C03FD12-CBCA-424F-A866-538D05DD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rFonts w:ascii="ZapfCalligr BT" w:hAnsi="ZapfCalligr BT"/>
      <w:b/>
      <w:w w:val="90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ZapfCalligr BT" w:hAnsi="ZapfCalligr BT"/>
      <w:b/>
      <w:bCs/>
      <w:spacing w:val="16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line="40" w:lineRule="atLeast"/>
    </w:pPr>
    <w:rPr>
      <w:sz w:val="24"/>
    </w:rPr>
  </w:style>
  <w:style w:type="paragraph" w:styleId="Textoindependiente2">
    <w:name w:val="Body Text 2"/>
    <w:basedOn w:val="Normal"/>
    <w:pPr>
      <w:spacing w:line="360" w:lineRule="auto"/>
      <w:jc w:val="both"/>
    </w:pPr>
    <w:rPr>
      <w:sz w:val="24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5E3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835D3D"/>
    <w:rPr>
      <w:lang w:val="es-ES" w:eastAsia="es-ES"/>
    </w:rPr>
  </w:style>
  <w:style w:type="paragraph" w:styleId="Textodeglobo">
    <w:name w:val="Balloon Text"/>
    <w:basedOn w:val="Normal"/>
    <w:link w:val="TextodegloboCar"/>
    <w:rsid w:val="00835D3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835D3D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rsid w:val="003B66C9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3B6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memo%20car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carta.dot</Template>
  <TotalTime>18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DE QUÍMICA</vt:lpstr>
    </vt:vector>
  </TitlesOfParts>
  <Company>ucv</Company>
  <LinksUpToDate>false</LinksUpToDate>
  <CharactersWithSpaces>490</CharactersWithSpaces>
  <SharedDoc>false</SharedDoc>
  <HLinks>
    <vt:vector size="6" baseType="variant">
      <vt:variant>
        <vt:i4>5046380</vt:i4>
      </vt:variant>
      <vt:variant>
        <vt:i4>0</vt:i4>
      </vt:variant>
      <vt:variant>
        <vt:i4>0</vt:i4>
      </vt:variant>
      <vt:variant>
        <vt:i4>5</vt:i4>
      </vt:variant>
      <vt:variant>
        <vt:lpwstr>mailto:JMORALES@ABIO.CL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DE QUÍMICA</dc:title>
  <dc:subject/>
  <dc:creator>Instituto de Química</dc:creator>
  <cp:keywords/>
  <cp:lastModifiedBy>Begoña Carrasco Aravena</cp:lastModifiedBy>
  <cp:revision>5</cp:revision>
  <cp:lastPrinted>2017-11-13T14:28:00Z</cp:lastPrinted>
  <dcterms:created xsi:type="dcterms:W3CDTF">2025-01-07T12:22:00Z</dcterms:created>
  <dcterms:modified xsi:type="dcterms:W3CDTF">2025-03-27T15:33:00Z</dcterms:modified>
</cp:coreProperties>
</file>